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0EB34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241612" w:rsidRPr="00241612">
        <w:rPr>
          <w:rFonts w:ascii="Verdana" w:hAnsi="Verdana"/>
          <w:b/>
          <w:bCs/>
          <w:i/>
          <w:iCs/>
        </w:rPr>
        <w:t>Zajištění servisu a údržby dopravních zařízení v obvodu OŘ Hradec Králové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4B76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4B76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4B76E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83E5F" w14:textId="0ABBEF46" w:rsidR="00241612" w:rsidRDefault="002416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EC9B1E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F8DD24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1612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B76E2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961B8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44E11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961B8"/>
    <w:rsid w:val="00710200"/>
    <w:rsid w:val="0087094D"/>
    <w:rsid w:val="00944E11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480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14</cp:revision>
  <cp:lastPrinted>2017-11-28T17:18:00Z</cp:lastPrinted>
  <dcterms:created xsi:type="dcterms:W3CDTF">2023-11-16T10:29:00Z</dcterms:created>
  <dcterms:modified xsi:type="dcterms:W3CDTF">2025-12-01T11:29:00Z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